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DC" w:rsidRPr="00937A37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842306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 w:cs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9617C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от 30.08.2017г. №1069</w:t>
      </w:r>
    </w:p>
    <w:p w:rsidR="005C2CDC" w:rsidRPr="003A7DFF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5C2CDC" w:rsidRPr="003A7DFF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C2CDC" w:rsidRPr="00B716DC" w:rsidRDefault="005C2CDC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 w:cs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 w:cs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 w:cs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 w:cs="Times New Roman"/>
          <w:b/>
          <w:bCs/>
          <w:color w:val="26282F"/>
          <w:sz w:val="26"/>
          <w:szCs w:val="26"/>
        </w:rPr>
        <w:t>0</w:t>
      </w:r>
      <w:r>
        <w:rPr>
          <w:rFonts w:ascii="Times New Roman" w:hAnsi="Times New Roman" w:cs="Times New Roman"/>
          <w:b/>
          <w:bCs/>
          <w:color w:val="26282F"/>
          <w:sz w:val="26"/>
          <w:szCs w:val="26"/>
        </w:rPr>
        <w:t>7</w:t>
      </w:r>
      <w:r w:rsidRPr="00B716DC">
        <w:rPr>
          <w:rFonts w:ascii="Times New Roman" w:hAnsi="Times New Roman" w:cs="Times New Roman"/>
          <w:b/>
          <w:bCs/>
          <w:color w:val="26282F"/>
          <w:sz w:val="26"/>
          <w:szCs w:val="26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5C2CDC" w:rsidRPr="00B716DC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C2CDC" w:rsidRPr="00B716DC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16DC">
        <w:rPr>
          <w:rFonts w:ascii="Times New Roman" w:hAnsi="Times New Roman" w:cs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5C2CDC" w:rsidRPr="00B716DC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16DC">
        <w:rPr>
          <w:rFonts w:ascii="Times New Roman" w:hAnsi="Times New Roman" w:cs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5C2CDC" w:rsidRPr="00B716DC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16DC">
        <w:rPr>
          <w:rFonts w:ascii="Times New Roman" w:hAnsi="Times New Roman" w:cs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5C2CDC" w:rsidRPr="00B716DC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16DC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5C2CDC" w:rsidRPr="00B716DC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16DC">
        <w:rPr>
          <w:rFonts w:ascii="Times New Roman" w:hAnsi="Times New Roman" w:cs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5C2CDC" w:rsidRPr="00B716DC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16DC">
        <w:rPr>
          <w:rFonts w:ascii="Times New Roman" w:hAnsi="Times New Roman" w:cs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5C2CDC" w:rsidRPr="00B716DC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16DC">
        <w:rPr>
          <w:rFonts w:ascii="Times New Roman" w:hAnsi="Times New Roman" w:cs="Times New Roman"/>
          <w:sz w:val="26"/>
          <w:szCs w:val="26"/>
        </w:rPr>
        <w:t>Березов Артур Владимирович - начальник Отдела предпринимательства  и потребительского рынка Управления экономики, предпринимательства и инвестиционных проектов  АМС г.Владикавказа;</w:t>
      </w:r>
    </w:p>
    <w:p w:rsidR="005C2CDC" w:rsidRPr="00B716DC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16DC">
        <w:rPr>
          <w:rFonts w:ascii="Times New Roman" w:hAnsi="Times New Roman" w:cs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5C2CDC" w:rsidRPr="00B716DC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16DC">
        <w:rPr>
          <w:rFonts w:ascii="Times New Roman" w:hAnsi="Times New Roman" w:cs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5C2CDC" w:rsidRPr="00B716DC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C2CDC" w:rsidRPr="003A7DFF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C2CDC" w:rsidRPr="003A7DFF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C2CDC" w:rsidRPr="003A7DFF" w:rsidRDefault="005C2CDC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C2CDC" w:rsidRDefault="005C2CDC"/>
    <w:sectPr w:rsidR="005C2CDC" w:rsidSect="00704594">
      <w:pgSz w:w="11900" w:h="16800"/>
      <w:pgMar w:top="1134" w:right="800" w:bottom="1134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08404B"/>
    <w:rsid w:val="000C0CA6"/>
    <w:rsid w:val="00106296"/>
    <w:rsid w:val="00131604"/>
    <w:rsid w:val="00147FA1"/>
    <w:rsid w:val="00184DDC"/>
    <w:rsid w:val="001D207E"/>
    <w:rsid w:val="0021647D"/>
    <w:rsid w:val="002168CA"/>
    <w:rsid w:val="00250CA8"/>
    <w:rsid w:val="00292D46"/>
    <w:rsid w:val="00293117"/>
    <w:rsid w:val="002E3BF9"/>
    <w:rsid w:val="003362C5"/>
    <w:rsid w:val="00350F33"/>
    <w:rsid w:val="003779D2"/>
    <w:rsid w:val="0039617C"/>
    <w:rsid w:val="003A7DFF"/>
    <w:rsid w:val="003E529C"/>
    <w:rsid w:val="00411DD2"/>
    <w:rsid w:val="00431C3B"/>
    <w:rsid w:val="004B5B4A"/>
    <w:rsid w:val="00546AF1"/>
    <w:rsid w:val="005B4F7E"/>
    <w:rsid w:val="005C2CDC"/>
    <w:rsid w:val="006821CC"/>
    <w:rsid w:val="00704594"/>
    <w:rsid w:val="007A4C14"/>
    <w:rsid w:val="007C0506"/>
    <w:rsid w:val="007C66CA"/>
    <w:rsid w:val="007F777A"/>
    <w:rsid w:val="008055B4"/>
    <w:rsid w:val="00825DAD"/>
    <w:rsid w:val="00842306"/>
    <w:rsid w:val="00846390"/>
    <w:rsid w:val="008B399E"/>
    <w:rsid w:val="00914C62"/>
    <w:rsid w:val="00937A37"/>
    <w:rsid w:val="009649E5"/>
    <w:rsid w:val="0096530E"/>
    <w:rsid w:val="00980491"/>
    <w:rsid w:val="009954CF"/>
    <w:rsid w:val="00A04D26"/>
    <w:rsid w:val="00AA5B72"/>
    <w:rsid w:val="00B2685C"/>
    <w:rsid w:val="00B716DC"/>
    <w:rsid w:val="00BB2E7E"/>
    <w:rsid w:val="00C71A99"/>
    <w:rsid w:val="00C76A6F"/>
    <w:rsid w:val="00C84F1A"/>
    <w:rsid w:val="00CF0FCE"/>
    <w:rsid w:val="00CF4DC1"/>
    <w:rsid w:val="00DC0633"/>
    <w:rsid w:val="00E60988"/>
    <w:rsid w:val="00E706D1"/>
    <w:rsid w:val="00E8097B"/>
    <w:rsid w:val="00F654FA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252</Words>
  <Characters>1441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Юрий</dc:creator>
  <cp:keywords/>
  <dc:description/>
  <cp:lastModifiedBy>Мадина</cp:lastModifiedBy>
  <cp:revision>4</cp:revision>
  <cp:lastPrinted>2017-08-28T12:49:00Z</cp:lastPrinted>
  <dcterms:created xsi:type="dcterms:W3CDTF">2017-08-23T08:30:00Z</dcterms:created>
  <dcterms:modified xsi:type="dcterms:W3CDTF">2017-08-30T08:03:00Z</dcterms:modified>
</cp:coreProperties>
</file>