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63A" w:rsidRPr="00852E36" w:rsidRDefault="0024263A" w:rsidP="003B59C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Извещение № 7</w:t>
      </w:r>
      <w:r w:rsidRPr="00852E36">
        <w:rPr>
          <w:rFonts w:ascii="Times New Roman" w:hAnsi="Times New Roman" w:cs="Times New Roman"/>
          <w:b/>
          <w:bCs/>
          <w:sz w:val="28"/>
          <w:szCs w:val="28"/>
        </w:rPr>
        <w:t xml:space="preserve"> ФЗ № 185.</w:t>
      </w:r>
    </w:p>
    <w:p w:rsidR="0024263A" w:rsidRDefault="0024263A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52E36">
        <w:rPr>
          <w:rFonts w:ascii="Times New Roman" w:hAnsi="Times New Roman" w:cs="Times New Roman"/>
          <w:sz w:val="28"/>
          <w:szCs w:val="28"/>
        </w:rPr>
        <w:t>о проведение открытого конкурса на выполнение работ по ремонту многоквартирного жилого дома.</w:t>
      </w:r>
    </w:p>
    <w:p w:rsidR="0024263A" w:rsidRPr="003B59CE" w:rsidRDefault="0024263A" w:rsidP="00852E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24263A" w:rsidRPr="003B59CE" w:rsidRDefault="0024263A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публикации извещения</w:t>
      </w:r>
      <w:r>
        <w:rPr>
          <w:rFonts w:ascii="Times New Roman" w:hAnsi="Times New Roman" w:cs="Times New Roman"/>
          <w:sz w:val="28"/>
          <w:szCs w:val="28"/>
        </w:rPr>
        <w:t xml:space="preserve">: 6 </w:t>
      </w:r>
      <w:r w:rsidRPr="003B59CE">
        <w:rPr>
          <w:rFonts w:ascii="Times New Roman" w:hAnsi="Times New Roman" w:cs="Times New Roman"/>
          <w:sz w:val="28"/>
          <w:szCs w:val="28"/>
        </w:rPr>
        <w:t>сентября 2013 года.</w:t>
      </w:r>
    </w:p>
    <w:p w:rsidR="0024263A" w:rsidRPr="003B59CE" w:rsidRDefault="0024263A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Предмет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лот № 1 – право заключение договора подряда на выполнение следующих ра</w:t>
      </w:r>
      <w:r>
        <w:rPr>
          <w:rFonts w:ascii="Times New Roman" w:hAnsi="Times New Roman" w:cs="Times New Roman"/>
          <w:sz w:val="28"/>
          <w:szCs w:val="28"/>
        </w:rPr>
        <w:t>бот – ремонт внутредомовых инженерных сетей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24263A" w:rsidRPr="003B59CE" w:rsidRDefault="0024263A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Адрес многоквартирного дома: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Владикавказ, ул. Первомайская, 40</w:t>
      </w:r>
    </w:p>
    <w:p w:rsidR="0024263A" w:rsidRPr="004600AD" w:rsidRDefault="0024263A" w:rsidP="004600AD">
      <w:pPr>
        <w:rPr>
          <w:sz w:val="28"/>
          <w:szCs w:val="28"/>
        </w:rPr>
      </w:pPr>
      <w:r w:rsidRPr="003B59CE">
        <w:rPr>
          <w:b/>
          <w:bCs/>
          <w:sz w:val="28"/>
          <w:szCs w:val="28"/>
        </w:rPr>
        <w:t>Заказчик:</w:t>
      </w:r>
      <w:r>
        <w:rPr>
          <w:sz w:val="28"/>
          <w:szCs w:val="28"/>
        </w:rPr>
        <w:t xml:space="preserve"> </w:t>
      </w:r>
      <w:r w:rsidRPr="00F7560A">
        <w:t xml:space="preserve"> </w:t>
      </w:r>
      <w:r w:rsidRPr="004600AD">
        <w:rPr>
          <w:sz w:val="28"/>
          <w:szCs w:val="28"/>
        </w:rPr>
        <w:t>ООО «ЖилКомСтрой» ген. директор  Уртаев Т.Р.</w:t>
      </w:r>
    </w:p>
    <w:p w:rsidR="0024263A" w:rsidRPr="003B59CE" w:rsidRDefault="0024263A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Организатор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ВМБУ «Управление капитального ремонта», г. Владикавказ, ул. Джанаева, 36, 3 этаж; директор Секинаев Владислав Султанович, тел. 40 – 52 -17, 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59CE">
        <w:rPr>
          <w:rFonts w:ascii="Times New Roman" w:hAnsi="Times New Roman" w:cs="Times New Roman"/>
          <w:sz w:val="28"/>
          <w:szCs w:val="28"/>
        </w:rPr>
        <w:t>-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B59CE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11@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24263A" w:rsidRPr="00356F8E" w:rsidRDefault="0024263A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 ) цена договора подряда: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2 357 579 руб.</w:t>
      </w:r>
    </w:p>
    <w:p w:rsidR="0024263A" w:rsidRPr="003B59CE" w:rsidRDefault="0024263A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Дата начала работ: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не менее 15 дней с момента подписания договора</w:t>
      </w:r>
    </w:p>
    <w:p w:rsidR="0024263A" w:rsidRPr="003B59CE" w:rsidRDefault="0024263A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Официальный интернет – сайт для публикации: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vladikavkaz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-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osetia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24263A" w:rsidRPr="003B59CE" w:rsidRDefault="0024263A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bCs/>
          <w:sz w:val="28"/>
          <w:szCs w:val="28"/>
        </w:rPr>
        <w:t>Место, дата и время вскрытия конвертов с заявками</w:t>
      </w:r>
      <w:r w:rsidRPr="003B59CE">
        <w:rPr>
          <w:rFonts w:ascii="Times New Roman" w:hAnsi="Times New Roman" w:cs="Times New Roman"/>
          <w:sz w:val="28"/>
          <w:szCs w:val="28"/>
        </w:rPr>
        <w:t>: ВМБУ «Управление капитального ремонта», г. Владикавказа, ул. Джанаева, 36</w:t>
      </w:r>
      <w:r>
        <w:rPr>
          <w:rFonts w:ascii="Times New Roman" w:hAnsi="Times New Roman" w:cs="Times New Roman"/>
          <w:sz w:val="28"/>
          <w:szCs w:val="28"/>
        </w:rPr>
        <w:t>; 3 этаж; 17сентября 2013 г. в 12</w:t>
      </w:r>
      <w:r w:rsidRPr="003B59CE">
        <w:rPr>
          <w:rFonts w:ascii="Times New Roman" w:hAnsi="Times New Roman" w:cs="Times New Roman"/>
          <w:sz w:val="28"/>
          <w:szCs w:val="28"/>
        </w:rPr>
        <w:t>.00.</w:t>
      </w:r>
    </w:p>
    <w:p w:rsidR="0024263A" w:rsidRPr="003B59CE" w:rsidRDefault="0024263A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4263A" w:rsidRPr="003B59CE" w:rsidRDefault="0024263A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4263A" w:rsidRPr="003B59CE" w:rsidRDefault="0024263A" w:rsidP="00852E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4263A" w:rsidRDefault="0024263A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Директор ВМБУ «Управление капитального ремонта»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63A" w:rsidRPr="003B59CE" w:rsidRDefault="0024263A" w:rsidP="003B59CE">
      <w:pPr>
        <w:pStyle w:val="NoSpacing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В.С. Секинаев</w:t>
      </w:r>
    </w:p>
    <w:sectPr w:rsidR="0024263A" w:rsidRPr="003B59CE" w:rsidSect="00DE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E36"/>
    <w:rsid w:val="00193EF3"/>
    <w:rsid w:val="0024263A"/>
    <w:rsid w:val="002676B5"/>
    <w:rsid w:val="0032435E"/>
    <w:rsid w:val="00356F8E"/>
    <w:rsid w:val="003833E3"/>
    <w:rsid w:val="003B59CE"/>
    <w:rsid w:val="003C0E87"/>
    <w:rsid w:val="003D7310"/>
    <w:rsid w:val="003E747F"/>
    <w:rsid w:val="004600AD"/>
    <w:rsid w:val="006C3FC1"/>
    <w:rsid w:val="00743694"/>
    <w:rsid w:val="00852E36"/>
    <w:rsid w:val="008D2564"/>
    <w:rsid w:val="009516DF"/>
    <w:rsid w:val="00AB5BB7"/>
    <w:rsid w:val="00CD5C2A"/>
    <w:rsid w:val="00CE7B1F"/>
    <w:rsid w:val="00D770BA"/>
    <w:rsid w:val="00DC77FC"/>
    <w:rsid w:val="00DE1F7A"/>
    <w:rsid w:val="00E81C77"/>
    <w:rsid w:val="00F126BD"/>
    <w:rsid w:val="00F7560A"/>
    <w:rsid w:val="00F93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52E36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6C3F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hyperlink" Target="mailto:ukr11@li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168</Words>
  <Characters>958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11</cp:revision>
  <dcterms:created xsi:type="dcterms:W3CDTF">2013-08-30T11:35:00Z</dcterms:created>
  <dcterms:modified xsi:type="dcterms:W3CDTF">2013-08-24T08:55:00Z</dcterms:modified>
</cp:coreProperties>
</file>