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93F" w:rsidRPr="00CB23F2" w:rsidRDefault="007C793F" w:rsidP="00BF27CB">
      <w:pPr>
        <w:pStyle w:val="Heading4"/>
        <w:ind w:right="-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Pr="00CB23F2">
        <w:rPr>
          <w:b w:val="0"/>
          <w:sz w:val="24"/>
          <w:szCs w:val="24"/>
        </w:rPr>
        <w:tab/>
      </w:r>
      <w:r w:rsidRPr="00CB23F2">
        <w:rPr>
          <w:b w:val="0"/>
          <w:sz w:val="24"/>
          <w:szCs w:val="24"/>
        </w:rPr>
        <w:tab/>
      </w:r>
    </w:p>
    <w:p w:rsidR="007C793F" w:rsidRPr="00AB1922" w:rsidRDefault="007C793F" w:rsidP="00BF27CB">
      <w:pPr>
        <w:pStyle w:val="Heading4"/>
        <w:ind w:right="-709"/>
        <w:jc w:val="both"/>
        <w:rPr>
          <w:b w:val="0"/>
          <w:sz w:val="24"/>
          <w:szCs w:val="24"/>
        </w:rPr>
      </w:pPr>
      <w:r w:rsidRPr="00AB1922">
        <w:rPr>
          <w:b w:val="0"/>
          <w:sz w:val="24"/>
          <w:szCs w:val="24"/>
        </w:rPr>
        <w:t xml:space="preserve">АДМИНИСТРАЦИЯ </w:t>
      </w:r>
      <w:r>
        <w:rPr>
          <w:b w:val="0"/>
          <w:sz w:val="24"/>
          <w:szCs w:val="24"/>
        </w:rPr>
        <w:t xml:space="preserve"> </w:t>
      </w:r>
      <w:r w:rsidRPr="00AB1922">
        <w:rPr>
          <w:b w:val="0"/>
          <w:sz w:val="24"/>
          <w:szCs w:val="24"/>
        </w:rPr>
        <w:t>МЕСТНОГО</w:t>
      </w:r>
      <w:r>
        <w:rPr>
          <w:b w:val="0"/>
          <w:sz w:val="24"/>
          <w:szCs w:val="24"/>
        </w:rPr>
        <w:t xml:space="preserve"> </w:t>
      </w:r>
      <w:r w:rsidRPr="00AB1922">
        <w:rPr>
          <w:b w:val="0"/>
          <w:sz w:val="24"/>
          <w:szCs w:val="24"/>
        </w:rPr>
        <w:t xml:space="preserve"> САМОУПРАВЛЕНИЯ ГОРОДА </w:t>
      </w:r>
      <w:r>
        <w:rPr>
          <w:b w:val="0"/>
          <w:sz w:val="24"/>
          <w:szCs w:val="24"/>
        </w:rPr>
        <w:t xml:space="preserve"> </w:t>
      </w:r>
      <w:r w:rsidRPr="00AB1922">
        <w:rPr>
          <w:b w:val="0"/>
          <w:sz w:val="24"/>
          <w:szCs w:val="24"/>
        </w:rPr>
        <w:t>ВЛАДИКАВКАЗА</w:t>
      </w:r>
    </w:p>
    <w:p w:rsidR="007C793F" w:rsidRPr="00AB1922" w:rsidRDefault="007C793F" w:rsidP="00BF27CB">
      <w:pPr>
        <w:jc w:val="center"/>
        <w:rPr>
          <w:sz w:val="24"/>
          <w:szCs w:val="24"/>
        </w:rPr>
      </w:pPr>
    </w:p>
    <w:p w:rsidR="007C793F" w:rsidRPr="00AB1922" w:rsidRDefault="007C793F" w:rsidP="00BF27CB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7C793F" w:rsidRDefault="007C793F" w:rsidP="00BF27CB">
      <w:pPr>
        <w:tabs>
          <w:tab w:val="left" w:pos="567"/>
          <w:tab w:val="left" w:pos="3686"/>
        </w:tabs>
      </w:pPr>
    </w:p>
    <w:p w:rsidR="007C793F" w:rsidRPr="00CD6EAB" w:rsidRDefault="007C793F" w:rsidP="00BF27CB">
      <w:pPr>
        <w:rPr>
          <w:sz w:val="26"/>
          <w:szCs w:val="26"/>
        </w:rPr>
      </w:pPr>
      <w:r>
        <w:rPr>
          <w:sz w:val="26"/>
          <w:szCs w:val="26"/>
        </w:rPr>
        <w:t>От «</w:t>
      </w:r>
      <w:r>
        <w:rPr>
          <w:sz w:val="26"/>
          <w:szCs w:val="26"/>
          <w:u w:val="single"/>
        </w:rPr>
        <w:t>25</w:t>
      </w:r>
      <w:r w:rsidRPr="00CD6EAB">
        <w:rPr>
          <w:sz w:val="26"/>
          <w:szCs w:val="26"/>
        </w:rPr>
        <w:t>»</w:t>
      </w:r>
      <w:r>
        <w:rPr>
          <w:sz w:val="26"/>
          <w:szCs w:val="26"/>
          <w:u w:val="single"/>
        </w:rPr>
        <w:t xml:space="preserve">  мая    </w:t>
      </w:r>
      <w:r>
        <w:rPr>
          <w:sz w:val="26"/>
          <w:szCs w:val="26"/>
        </w:rPr>
        <w:t xml:space="preserve"> 2017                 № 643</w:t>
      </w:r>
    </w:p>
    <w:p w:rsidR="007C793F" w:rsidRDefault="007C793F" w:rsidP="00BF27CB">
      <w:pPr>
        <w:rPr>
          <w:b/>
          <w:szCs w:val="28"/>
        </w:rPr>
      </w:pPr>
    </w:p>
    <w:p w:rsidR="007C793F" w:rsidRDefault="007C793F" w:rsidP="00BF27CB">
      <w:pPr>
        <w:rPr>
          <w:b/>
          <w:szCs w:val="28"/>
        </w:rPr>
      </w:pPr>
    </w:p>
    <w:p w:rsidR="007C793F" w:rsidRDefault="007C793F" w:rsidP="00BF27CB">
      <w:pPr>
        <w:rPr>
          <w:b/>
          <w:szCs w:val="28"/>
        </w:rPr>
      </w:pPr>
    </w:p>
    <w:p w:rsidR="007C793F" w:rsidRDefault="007C793F" w:rsidP="00082823">
      <w:pPr>
        <w:ind w:right="4676"/>
        <w:jc w:val="left"/>
        <w:rPr>
          <w:b/>
          <w:color w:val="000000"/>
          <w:szCs w:val="28"/>
        </w:rPr>
      </w:pPr>
      <w:r w:rsidRPr="0034089A">
        <w:rPr>
          <w:b/>
          <w:color w:val="000000"/>
          <w:szCs w:val="28"/>
        </w:rPr>
        <w:t>О п</w:t>
      </w:r>
      <w:r>
        <w:rPr>
          <w:b/>
          <w:color w:val="000000"/>
          <w:szCs w:val="28"/>
        </w:rPr>
        <w:t>роведении открытого конкурса №03</w:t>
      </w:r>
      <w:r w:rsidRPr="0034089A">
        <w:rPr>
          <w:b/>
          <w:color w:val="000000"/>
          <w:szCs w:val="28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 w:rsidRPr="0034089A">
        <w:rPr>
          <w:szCs w:val="28"/>
        </w:rPr>
        <w:t xml:space="preserve"> </w:t>
      </w:r>
      <w:r w:rsidRPr="0034089A">
        <w:rPr>
          <w:b/>
          <w:color w:val="000000"/>
          <w:szCs w:val="28"/>
        </w:rPr>
        <w:t>на территории муниципального образования г. Владикавказ</w:t>
      </w:r>
    </w:p>
    <w:p w:rsidR="007C793F" w:rsidRPr="0034089A" w:rsidRDefault="007C793F" w:rsidP="00082823">
      <w:pPr>
        <w:ind w:right="4676"/>
        <w:jc w:val="left"/>
        <w:rPr>
          <w:b/>
          <w:color w:val="000000"/>
          <w:szCs w:val="28"/>
        </w:rPr>
      </w:pPr>
    </w:p>
    <w:p w:rsidR="007C793F" w:rsidRPr="0034089A" w:rsidRDefault="007C793F" w:rsidP="00BF27CB">
      <w:pPr>
        <w:ind w:right="5245"/>
        <w:rPr>
          <w:szCs w:val="28"/>
        </w:rPr>
      </w:pPr>
    </w:p>
    <w:p w:rsidR="007C793F" w:rsidRPr="0034089A" w:rsidRDefault="007C793F" w:rsidP="00082823">
      <w:pPr>
        <w:ind w:right="-4" w:firstLine="708"/>
        <w:rPr>
          <w:szCs w:val="28"/>
        </w:rPr>
      </w:pPr>
      <w:r w:rsidRPr="0034089A">
        <w:rPr>
          <w:szCs w:val="28"/>
        </w:rPr>
        <w:t xml:space="preserve">В соответствии с </w:t>
      </w:r>
      <w:hyperlink r:id="rId5" w:history="1">
        <w:r w:rsidRPr="0034089A">
          <w:rPr>
            <w:rStyle w:val="a"/>
            <w:color w:val="auto"/>
            <w:szCs w:val="28"/>
          </w:rPr>
          <w:t>Гражданским кодексом</w:t>
        </w:r>
      </w:hyperlink>
      <w:r w:rsidRPr="0034089A">
        <w:rPr>
          <w:szCs w:val="28"/>
        </w:rPr>
        <w:t xml:space="preserve"> Российской Федерации, </w:t>
      </w:r>
      <w:hyperlink r:id="rId6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06 октября 2003 года №131-ФЗ «Об общих принципах организации местного самоуправления в Российской Федерации», </w:t>
      </w:r>
      <w:hyperlink r:id="rId7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13 марта 2006 года №38-ФЗ «О рекламе», </w:t>
      </w:r>
      <w:hyperlink r:id="rId8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26 июля 2006 года №135-ФЗ «О защите конкуренции», </w:t>
      </w:r>
      <w:hyperlink r:id="rId9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Правительства Республики Северная Осетия-Алания от 06.09.2013 №327 «О мерах по реализации Федерального закона от 13.03.2006 №38-ФЗ «О рекламе», </w:t>
      </w:r>
      <w:hyperlink r:id="rId10" w:history="1">
        <w:r w:rsidRPr="0034089A">
          <w:rPr>
            <w:rStyle w:val="a"/>
            <w:color w:val="auto"/>
            <w:szCs w:val="28"/>
          </w:rPr>
          <w:t>решением</w:t>
        </w:r>
      </w:hyperlink>
      <w:r w:rsidRPr="0034089A">
        <w:rPr>
          <w:szCs w:val="28"/>
        </w:rPr>
        <w:t xml:space="preserve"> Собрания представителей г. Владикавказ от 21 февраля </w:t>
      </w:r>
      <w:smartTag w:uri="urn:schemas-microsoft-com:office:smarttags" w:element="metricconverter">
        <w:smartTagPr>
          <w:attr w:name="ProductID" w:val="2012 г"/>
        </w:smartTagPr>
        <w:r w:rsidRPr="0034089A">
          <w:rPr>
            <w:szCs w:val="28"/>
          </w:rPr>
          <w:t>2012 г</w:t>
        </w:r>
      </w:smartTag>
      <w:r w:rsidRPr="0034089A">
        <w:rPr>
          <w:szCs w:val="28"/>
        </w:rPr>
        <w:t xml:space="preserve">. №30/2 «Об утверждении «Положения о порядке установки рекламных конструкций на территории муниципального образования г. Владикавказ», </w:t>
      </w:r>
      <w:hyperlink r:id="rId11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АМС г. Владикавказа от 15.07.2014 №1672 "Об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(Дзауджикау)", </w:t>
      </w:r>
      <w:hyperlink r:id="rId12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АМС г. Владикавказа от 11.04.2017 №450 «</w:t>
      </w:r>
      <w:r w:rsidRPr="0034089A">
        <w:rPr>
          <w:color w:val="000000"/>
          <w:szCs w:val="28"/>
        </w:rPr>
        <w:t>Об утверждении изменений 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</w:t>
      </w:r>
      <w:r w:rsidRPr="0034089A">
        <w:rPr>
          <w:szCs w:val="28"/>
        </w:rPr>
        <w:t xml:space="preserve">, администрация местного самоуправления г. Владикавказа </w:t>
      </w:r>
      <w:r>
        <w:rPr>
          <w:szCs w:val="28"/>
        </w:rPr>
        <w:t>ПОСТАНОВЛЯЕТ</w:t>
      </w:r>
      <w:r w:rsidRPr="0034089A">
        <w:rPr>
          <w:szCs w:val="28"/>
        </w:rPr>
        <w:t>:</w:t>
      </w:r>
    </w:p>
    <w:p w:rsidR="007C793F" w:rsidRPr="0034089A" w:rsidRDefault="007C793F" w:rsidP="00082823">
      <w:pPr>
        <w:ind w:firstLine="708"/>
        <w:rPr>
          <w:szCs w:val="28"/>
        </w:rPr>
      </w:pPr>
      <w:bookmarkStart w:id="0" w:name="sub_1"/>
      <w:r w:rsidRPr="0034089A">
        <w:rPr>
          <w:szCs w:val="28"/>
        </w:rPr>
        <w:t>1. Подготовить и провести открытый конкурс №0</w:t>
      </w:r>
      <w:r>
        <w:rPr>
          <w:szCs w:val="28"/>
        </w:rPr>
        <w:t>3</w:t>
      </w:r>
      <w:r w:rsidRPr="0034089A">
        <w:rPr>
          <w:szCs w:val="28"/>
        </w:rPr>
        <w:t xml:space="preserve">р-17 (далее - Конкурс)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в отношении лотов, согласно </w:t>
      </w:r>
      <w:hyperlink w:anchor="sub_1000" w:history="1">
        <w:r w:rsidRPr="0034089A">
          <w:rPr>
            <w:rStyle w:val="a"/>
            <w:color w:val="auto"/>
            <w:szCs w:val="28"/>
          </w:rPr>
          <w:t>приложению №1</w:t>
        </w:r>
      </w:hyperlink>
      <w:r w:rsidRPr="0034089A">
        <w:rPr>
          <w:szCs w:val="28"/>
        </w:rPr>
        <w:t xml:space="preserve"> к настоящему постановлению.</w:t>
      </w:r>
    </w:p>
    <w:p w:rsidR="007C793F" w:rsidRPr="0034089A" w:rsidRDefault="007C793F" w:rsidP="00082823">
      <w:pPr>
        <w:ind w:firstLine="708"/>
        <w:rPr>
          <w:szCs w:val="28"/>
        </w:rPr>
      </w:pPr>
      <w:bookmarkStart w:id="1" w:name="sub_2"/>
      <w:bookmarkEnd w:id="0"/>
      <w:r w:rsidRPr="0034089A">
        <w:rPr>
          <w:szCs w:val="28"/>
        </w:rPr>
        <w:t xml:space="preserve">2. Утвердить критерии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2000" w:history="1">
        <w:r w:rsidRPr="0034089A">
          <w:rPr>
            <w:rStyle w:val="a"/>
            <w:color w:val="auto"/>
            <w:szCs w:val="28"/>
          </w:rPr>
          <w:t>приложению №2</w:t>
        </w:r>
      </w:hyperlink>
      <w:r w:rsidRPr="0034089A">
        <w:rPr>
          <w:szCs w:val="28"/>
        </w:rPr>
        <w:t xml:space="preserve"> к настоящему постановлению.</w:t>
      </w:r>
    </w:p>
    <w:p w:rsidR="007C793F" w:rsidRPr="0034089A" w:rsidRDefault="007C793F" w:rsidP="00082823">
      <w:pPr>
        <w:ind w:firstLine="708"/>
        <w:rPr>
          <w:szCs w:val="28"/>
        </w:rPr>
      </w:pPr>
      <w:bookmarkStart w:id="2" w:name="sub_3"/>
      <w:bookmarkEnd w:id="1"/>
      <w:r w:rsidRPr="0034089A">
        <w:rPr>
          <w:szCs w:val="28"/>
        </w:rPr>
        <w:t xml:space="preserve">3. Утвердить прилагаемую конкурсную документацию по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3000" w:history="1">
        <w:r w:rsidRPr="0034089A">
          <w:rPr>
            <w:rStyle w:val="a"/>
            <w:color w:val="auto"/>
            <w:szCs w:val="28"/>
          </w:rPr>
          <w:t>приложению №3</w:t>
        </w:r>
      </w:hyperlink>
      <w:r w:rsidRPr="0034089A">
        <w:rPr>
          <w:szCs w:val="28"/>
        </w:rPr>
        <w:t xml:space="preserve"> к настоящему постановлению.</w:t>
      </w:r>
    </w:p>
    <w:p w:rsidR="007C793F" w:rsidRPr="0034089A" w:rsidRDefault="007C793F" w:rsidP="00082823">
      <w:pPr>
        <w:ind w:firstLine="708"/>
        <w:rPr>
          <w:szCs w:val="28"/>
        </w:rPr>
      </w:pPr>
      <w:bookmarkStart w:id="3" w:name="sub_4"/>
      <w:bookmarkEnd w:id="2"/>
      <w:r w:rsidRPr="0034089A">
        <w:rPr>
          <w:szCs w:val="28"/>
        </w:rPr>
        <w:t>4. Создать конкурсную комиссию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Владикавказ.</w:t>
      </w:r>
    </w:p>
    <w:p w:rsidR="007C793F" w:rsidRPr="0034089A" w:rsidRDefault="007C793F" w:rsidP="00082823">
      <w:pPr>
        <w:ind w:firstLine="708"/>
        <w:rPr>
          <w:szCs w:val="28"/>
        </w:rPr>
      </w:pPr>
      <w:bookmarkStart w:id="4" w:name="sub_5"/>
      <w:bookmarkEnd w:id="3"/>
      <w:r w:rsidRPr="0034089A">
        <w:rPr>
          <w:szCs w:val="28"/>
        </w:rPr>
        <w:t xml:space="preserve">5. Утвердить положение о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4000" w:history="1">
        <w:r w:rsidRPr="0034089A">
          <w:rPr>
            <w:rStyle w:val="a"/>
            <w:color w:val="auto"/>
            <w:szCs w:val="28"/>
          </w:rPr>
          <w:t>приложению №4</w:t>
        </w:r>
      </w:hyperlink>
      <w:r w:rsidRPr="0034089A">
        <w:rPr>
          <w:szCs w:val="28"/>
        </w:rPr>
        <w:t xml:space="preserve"> к настоящему постановлению.</w:t>
      </w:r>
    </w:p>
    <w:p w:rsidR="007C793F" w:rsidRPr="0034089A" w:rsidRDefault="007C793F" w:rsidP="00082823">
      <w:pPr>
        <w:ind w:firstLine="708"/>
        <w:rPr>
          <w:szCs w:val="28"/>
        </w:rPr>
      </w:pPr>
      <w:bookmarkStart w:id="5" w:name="sub_6"/>
      <w:bookmarkEnd w:id="4"/>
      <w:r w:rsidRPr="0034089A">
        <w:rPr>
          <w:szCs w:val="28"/>
        </w:rPr>
        <w:t xml:space="preserve">6. Утвердить персональный состав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5000" w:history="1">
        <w:r w:rsidRPr="0034089A">
          <w:rPr>
            <w:rStyle w:val="a"/>
            <w:color w:val="auto"/>
            <w:szCs w:val="28"/>
          </w:rPr>
          <w:t>приложению №5</w:t>
        </w:r>
      </w:hyperlink>
      <w:r w:rsidRPr="0034089A">
        <w:rPr>
          <w:szCs w:val="28"/>
        </w:rPr>
        <w:t xml:space="preserve"> к настоящему постановлению.</w:t>
      </w:r>
    </w:p>
    <w:p w:rsidR="007C793F" w:rsidRPr="0034089A" w:rsidRDefault="007C793F" w:rsidP="00082823">
      <w:pPr>
        <w:ind w:firstLine="708"/>
        <w:rPr>
          <w:szCs w:val="28"/>
        </w:rPr>
      </w:pPr>
      <w:bookmarkStart w:id="6" w:name="sub_7"/>
      <w:bookmarkEnd w:id="5"/>
      <w:r w:rsidRPr="0034089A">
        <w:rPr>
          <w:szCs w:val="28"/>
        </w:rPr>
        <w:t xml:space="preserve">7. Установить срок опубликования в официальном печатном издании муниципального образования г. Владикавказ газете "Владикавказ", размещения на официальном сайте администрации города Владикавказа и Собрания представителей г. Владикавказ в сети "Интернет" </w:t>
      </w:r>
      <w:hyperlink r:id="rId13" w:history="1">
        <w:r w:rsidRPr="0034089A">
          <w:rPr>
            <w:rStyle w:val="a"/>
            <w:color w:val="auto"/>
            <w:szCs w:val="28"/>
          </w:rPr>
          <w:t>http://www.vladikavkaz-osetia.ru</w:t>
        </w:r>
      </w:hyperlink>
      <w:r w:rsidRPr="0034089A">
        <w:rPr>
          <w:szCs w:val="28"/>
        </w:rPr>
        <w:t xml:space="preserve"> извещения о проведении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</w:t>
      </w:r>
      <w:r>
        <w:rPr>
          <w:szCs w:val="28"/>
        </w:rPr>
        <w:t xml:space="preserve"> образования г. Владикавказ,  30</w:t>
      </w:r>
      <w:r w:rsidRPr="0034089A">
        <w:rPr>
          <w:szCs w:val="28"/>
        </w:rPr>
        <w:t xml:space="preserve"> </w:t>
      </w:r>
      <w:r>
        <w:rPr>
          <w:szCs w:val="28"/>
        </w:rPr>
        <w:t>мая</w:t>
      </w:r>
      <w:r w:rsidRPr="0034089A">
        <w:rPr>
          <w:szCs w:val="28"/>
        </w:rPr>
        <w:t xml:space="preserve"> 2017 года, но не менее чем за тридцать рабочих дней до дня истечения срока представления заявок на участие в конкурсе.</w:t>
      </w:r>
    </w:p>
    <w:bookmarkEnd w:id="6"/>
    <w:p w:rsidR="007C793F" w:rsidRPr="0034089A" w:rsidRDefault="007C793F" w:rsidP="00BF27CB">
      <w:pPr>
        <w:autoSpaceDE w:val="0"/>
        <w:autoSpaceDN w:val="0"/>
        <w:adjustRightInd w:val="0"/>
        <w:rPr>
          <w:color w:val="000000"/>
          <w:szCs w:val="28"/>
        </w:rPr>
      </w:pPr>
      <w:r w:rsidRPr="0034089A">
        <w:rPr>
          <w:color w:val="000000"/>
          <w:szCs w:val="28"/>
        </w:rPr>
        <w:t xml:space="preserve">        8. </w:t>
      </w:r>
      <w:r w:rsidRPr="0034089A">
        <w:rPr>
          <w:szCs w:val="28"/>
        </w:rPr>
        <w:t xml:space="preserve">Отделу информационного обеспечения – пресс-службе главы АМС г.Владикавказа (Дзестелова Д.А.) </w:t>
      </w:r>
      <w:hyperlink r:id="rId14" w:history="1">
        <w:r w:rsidRPr="0034089A">
          <w:rPr>
            <w:rStyle w:val="a"/>
            <w:rFonts w:cs="Arial"/>
            <w:color w:val="auto"/>
            <w:szCs w:val="28"/>
          </w:rPr>
          <w:t>опубликовать</w:t>
        </w:r>
      </w:hyperlink>
      <w:r w:rsidRPr="0034089A">
        <w:rPr>
          <w:szCs w:val="28"/>
        </w:rPr>
        <w:t xml:space="preserve"> настоящее постановление в средствах массовой информации и на официальном сайте АМС г. Владикавказа и Собрания представителей г. Владикавказ.</w:t>
      </w:r>
    </w:p>
    <w:p w:rsidR="007C793F" w:rsidRPr="0034089A" w:rsidRDefault="007C793F" w:rsidP="00BF27CB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 xml:space="preserve">        9</w:t>
      </w:r>
      <w:r w:rsidRPr="0034089A">
        <w:rPr>
          <w:color w:val="000000"/>
          <w:szCs w:val="28"/>
        </w:rPr>
        <w:t>. Контроль над выполнением настоящего постановления возложить на первого заместителя главы администрации Фарниева Т.К.</w:t>
      </w:r>
    </w:p>
    <w:p w:rsidR="007C793F" w:rsidRPr="0034089A" w:rsidRDefault="007C793F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7C793F" w:rsidRDefault="007C793F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7C793F" w:rsidRPr="0034089A" w:rsidRDefault="007C793F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7C793F" w:rsidRPr="0034089A" w:rsidRDefault="007C793F" w:rsidP="003002AD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>И.о. главы</w:t>
      </w:r>
      <w:r w:rsidRPr="0034089A">
        <w:rPr>
          <w:color w:val="000000"/>
          <w:szCs w:val="28"/>
        </w:rPr>
        <w:t xml:space="preserve"> администрации    </w:t>
      </w:r>
      <w:r>
        <w:rPr>
          <w:color w:val="000000"/>
          <w:szCs w:val="28"/>
        </w:rPr>
        <w:t xml:space="preserve"> </w:t>
      </w:r>
      <w:r w:rsidRPr="0034089A">
        <w:rPr>
          <w:color w:val="000000"/>
          <w:szCs w:val="28"/>
        </w:rPr>
        <w:t xml:space="preserve">                                         </w:t>
      </w:r>
      <w:r>
        <w:rPr>
          <w:color w:val="000000"/>
          <w:szCs w:val="28"/>
        </w:rPr>
        <w:t xml:space="preserve">                       Т.Фарниев</w:t>
      </w:r>
    </w:p>
    <w:p w:rsidR="007C793F" w:rsidRPr="0034089A" w:rsidRDefault="007C793F" w:rsidP="003002AD">
      <w:pPr>
        <w:autoSpaceDE w:val="0"/>
        <w:autoSpaceDN w:val="0"/>
        <w:adjustRightInd w:val="0"/>
        <w:rPr>
          <w:color w:val="000000"/>
          <w:szCs w:val="28"/>
        </w:rPr>
      </w:pPr>
    </w:p>
    <w:p w:rsidR="007C793F" w:rsidRPr="005B1235" w:rsidRDefault="007C793F" w:rsidP="003002AD">
      <w:pPr>
        <w:autoSpaceDE w:val="0"/>
        <w:autoSpaceDN w:val="0"/>
        <w:adjustRightInd w:val="0"/>
        <w:rPr>
          <w:color w:val="000000"/>
          <w:szCs w:val="28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</w:p>
    <w:p w:rsidR="007C793F" w:rsidRDefault="007C793F" w:rsidP="0034089A">
      <w:pPr>
        <w:rPr>
          <w:sz w:val="20"/>
        </w:rPr>
      </w:pPr>
      <w:r>
        <w:rPr>
          <w:sz w:val="20"/>
        </w:rPr>
        <w:t>К.Хабаев</w:t>
      </w:r>
    </w:p>
    <w:p w:rsidR="007C793F" w:rsidRPr="008148D0" w:rsidRDefault="007C793F" w:rsidP="0034089A">
      <w:pPr>
        <w:rPr>
          <w:sz w:val="16"/>
          <w:szCs w:val="16"/>
        </w:rPr>
      </w:pPr>
      <w:r>
        <w:rPr>
          <w:sz w:val="20"/>
        </w:rPr>
        <w:t>53-59-77</w:t>
      </w:r>
    </w:p>
    <w:sectPr w:rsidR="007C793F" w:rsidRPr="008148D0" w:rsidSect="0034089A">
      <w:pgSz w:w="11906" w:h="16838"/>
      <w:pgMar w:top="1134" w:right="1274" w:bottom="125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4C4"/>
    <w:multiLevelType w:val="hybridMultilevel"/>
    <w:tmpl w:val="0CAEC64E"/>
    <w:lvl w:ilvl="0" w:tplc="067AB4C8">
      <w:start w:val="2"/>
      <w:numFmt w:val="decimal"/>
      <w:lvlText w:val="%1."/>
      <w:lvlJc w:val="left"/>
      <w:pPr>
        <w:ind w:left="12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">
    <w:nsid w:val="106A6E3B"/>
    <w:multiLevelType w:val="hybridMultilevel"/>
    <w:tmpl w:val="83AE1674"/>
    <w:lvl w:ilvl="0" w:tplc="741E3E04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2F82380B"/>
    <w:multiLevelType w:val="hybridMultilevel"/>
    <w:tmpl w:val="B768938E"/>
    <w:lvl w:ilvl="0" w:tplc="520C067A">
      <w:start w:val="2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">
    <w:nsid w:val="495D48AD"/>
    <w:multiLevelType w:val="hybridMultilevel"/>
    <w:tmpl w:val="A96ABEC0"/>
    <w:lvl w:ilvl="0" w:tplc="D7A6A154">
      <w:start w:val="2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">
    <w:nsid w:val="50E410BD"/>
    <w:multiLevelType w:val="hybridMultilevel"/>
    <w:tmpl w:val="BCDCE6B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67A8667E"/>
    <w:multiLevelType w:val="hybridMultilevel"/>
    <w:tmpl w:val="D3AAC756"/>
    <w:lvl w:ilvl="0" w:tplc="AA1CA142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16A"/>
    <w:rsid w:val="00004090"/>
    <w:rsid w:val="00005294"/>
    <w:rsid w:val="00062A88"/>
    <w:rsid w:val="00063298"/>
    <w:rsid w:val="00082823"/>
    <w:rsid w:val="00082CBF"/>
    <w:rsid w:val="000F29B6"/>
    <w:rsid w:val="000F2D3E"/>
    <w:rsid w:val="00187170"/>
    <w:rsid w:val="00187914"/>
    <w:rsid w:val="001B1A2A"/>
    <w:rsid w:val="001D01D4"/>
    <w:rsid w:val="001E4EC3"/>
    <w:rsid w:val="00206157"/>
    <w:rsid w:val="00236137"/>
    <w:rsid w:val="0029451A"/>
    <w:rsid w:val="003002AD"/>
    <w:rsid w:val="00322EB8"/>
    <w:rsid w:val="0034089A"/>
    <w:rsid w:val="00342E48"/>
    <w:rsid w:val="00380B93"/>
    <w:rsid w:val="00382B13"/>
    <w:rsid w:val="00385F47"/>
    <w:rsid w:val="00393D6A"/>
    <w:rsid w:val="003A57ED"/>
    <w:rsid w:val="003C3AA6"/>
    <w:rsid w:val="00412243"/>
    <w:rsid w:val="0049757B"/>
    <w:rsid w:val="004A4011"/>
    <w:rsid w:val="004D216A"/>
    <w:rsid w:val="00530EA6"/>
    <w:rsid w:val="00567C6D"/>
    <w:rsid w:val="0059166A"/>
    <w:rsid w:val="005B1235"/>
    <w:rsid w:val="005B63C2"/>
    <w:rsid w:val="00696368"/>
    <w:rsid w:val="006B7BC9"/>
    <w:rsid w:val="006C5BA2"/>
    <w:rsid w:val="00705399"/>
    <w:rsid w:val="0070610F"/>
    <w:rsid w:val="00726215"/>
    <w:rsid w:val="0076032C"/>
    <w:rsid w:val="00774AAE"/>
    <w:rsid w:val="00786103"/>
    <w:rsid w:val="00787BF6"/>
    <w:rsid w:val="007B33B1"/>
    <w:rsid w:val="007B5FD2"/>
    <w:rsid w:val="007C5936"/>
    <w:rsid w:val="007C793F"/>
    <w:rsid w:val="008148D0"/>
    <w:rsid w:val="00836DF5"/>
    <w:rsid w:val="00861D3F"/>
    <w:rsid w:val="008C2F0A"/>
    <w:rsid w:val="0092183A"/>
    <w:rsid w:val="009E39A5"/>
    <w:rsid w:val="00A05990"/>
    <w:rsid w:val="00A17769"/>
    <w:rsid w:val="00A313A3"/>
    <w:rsid w:val="00A64D5E"/>
    <w:rsid w:val="00A70CB7"/>
    <w:rsid w:val="00A8549B"/>
    <w:rsid w:val="00AA0F43"/>
    <w:rsid w:val="00AB1922"/>
    <w:rsid w:val="00AB531D"/>
    <w:rsid w:val="00AC4072"/>
    <w:rsid w:val="00B00A5B"/>
    <w:rsid w:val="00B041F7"/>
    <w:rsid w:val="00BA379A"/>
    <w:rsid w:val="00BB4264"/>
    <w:rsid w:val="00BB68AA"/>
    <w:rsid w:val="00BE5356"/>
    <w:rsid w:val="00BF27CB"/>
    <w:rsid w:val="00BF5D7D"/>
    <w:rsid w:val="00C10111"/>
    <w:rsid w:val="00C327DE"/>
    <w:rsid w:val="00C553CE"/>
    <w:rsid w:val="00C8059D"/>
    <w:rsid w:val="00C8546D"/>
    <w:rsid w:val="00C85840"/>
    <w:rsid w:val="00CB23F2"/>
    <w:rsid w:val="00CD6EAB"/>
    <w:rsid w:val="00CE4C16"/>
    <w:rsid w:val="00D30892"/>
    <w:rsid w:val="00DD760E"/>
    <w:rsid w:val="00DD7F90"/>
    <w:rsid w:val="00DE0962"/>
    <w:rsid w:val="00E060B3"/>
    <w:rsid w:val="00E32419"/>
    <w:rsid w:val="00E97153"/>
    <w:rsid w:val="00EB6974"/>
    <w:rsid w:val="00ED77D0"/>
    <w:rsid w:val="00F355FB"/>
    <w:rsid w:val="00F7203E"/>
    <w:rsid w:val="00F927DC"/>
    <w:rsid w:val="00FF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6A"/>
    <w:pPr>
      <w:jc w:val="both"/>
    </w:pPr>
    <w:rPr>
      <w:rFonts w:ascii="Times New Roman" w:eastAsia="Times New Roman" w:hAnsi="Times New Roman"/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216A"/>
    <w:pPr>
      <w:keepNext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216A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4D216A"/>
    <w:pPr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D21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D76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60E"/>
    <w:rPr>
      <w:rFonts w:ascii="Segoe UI" w:hAnsi="Segoe UI" w:cs="Segoe UI"/>
      <w:sz w:val="18"/>
      <w:szCs w:val="18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93D6A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48517&amp;sub=0" TargetMode="External"/><Relationship Id="rId13" Type="http://schemas.openxmlformats.org/officeDocument/2006/relationships/hyperlink" Target="http://ivo.garant.ru/document?id=31806223&amp;sub=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45525&amp;sub=0" TargetMode="External"/><Relationship Id="rId12" Type="http://schemas.openxmlformats.org/officeDocument/2006/relationships/hyperlink" Target="http://ivo.garant.ru/document?id=31827307&amp;sub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86367&amp;sub=0" TargetMode="External"/><Relationship Id="rId11" Type="http://schemas.openxmlformats.org/officeDocument/2006/relationships/hyperlink" Target="http://ivo.garant.ru/document?id=31827307&amp;sub=0" TargetMode="External"/><Relationship Id="rId5" Type="http://schemas.openxmlformats.org/officeDocument/2006/relationships/hyperlink" Target="http://ivo.garant.ru/document?id=10064072&amp;sub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vo.garant.ru/document?id=3182343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31825509&amp;sub=0" TargetMode="External"/><Relationship Id="rId14" Type="http://schemas.openxmlformats.org/officeDocument/2006/relationships/hyperlink" Target="garantF1://3192730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862</Words>
  <Characters>4918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Ивета Еналдиева</dc:creator>
  <cp:keywords/>
  <dc:description/>
  <cp:lastModifiedBy>Мадина</cp:lastModifiedBy>
  <cp:revision>2</cp:revision>
  <cp:lastPrinted>2017-05-24T13:36:00Z</cp:lastPrinted>
  <dcterms:created xsi:type="dcterms:W3CDTF">2017-05-26T07:11:00Z</dcterms:created>
  <dcterms:modified xsi:type="dcterms:W3CDTF">2017-05-26T07:11:00Z</dcterms:modified>
</cp:coreProperties>
</file>